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A6F09" w:rsidP="00CF1BE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vybu</w:t>
            </w:r>
            <w:r w:rsidR="00CF1BE8">
              <w:rPr>
                <w:b/>
                <w:bCs/>
                <w:caps/>
                <w:color w:val="FF0000"/>
                <w:sz w:val="24"/>
              </w:rPr>
              <w:t>d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 xml:space="preserve">ování turistické útulny </w:t>
            </w:r>
            <w:r w:rsidR="00FB717D">
              <w:rPr>
                <w:b/>
                <w:bCs/>
                <w:caps/>
                <w:color w:val="FF0000"/>
                <w:sz w:val="24"/>
              </w:rPr>
              <w:t xml:space="preserve">- </w:t>
            </w:r>
            <w:r>
              <w:rPr>
                <w:b/>
                <w:bCs/>
                <w:caps/>
                <w:color w:val="FF0000"/>
                <w:sz w:val="24"/>
              </w:rPr>
              <w:t>maršov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35764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CF1BE8"/>
    <w:rsid w:val="00D25823"/>
    <w:rsid w:val="00D3005E"/>
    <w:rsid w:val="00D536D8"/>
    <w:rsid w:val="00D57F44"/>
    <w:rsid w:val="00D85FB7"/>
    <w:rsid w:val="00DA6F09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B717D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E4F67-3DF0-4F53-8691-76CBCD11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420859DA.dotm</Template>
  <TotalTime>2</TotalTime>
  <Pages>1</Pages>
  <Words>129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2022-09-06T08:53:00Z</cp:lastPrinted>
  <dcterms:created xsi:type="dcterms:W3CDTF">2023-11-06T12:13:00Z</dcterms:created>
  <dcterms:modified xsi:type="dcterms:W3CDTF">2026-01-26T11:00:00Z</dcterms:modified>
</cp:coreProperties>
</file>